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4F" w:rsidRDefault="0023084F" w:rsidP="0023084F">
      <w:r>
        <w:t>500-30 min</w:t>
      </w:r>
    </w:p>
    <w:p w:rsidR="0023084F" w:rsidRDefault="0023084F" w:rsidP="0023084F">
      <w:r>
        <w:t>40-125: 9.5% austenite (ok fit)</w:t>
      </w:r>
    </w:p>
    <w:p w:rsidR="0023084F" w:rsidRDefault="0023084F" w:rsidP="0023084F">
      <w:r>
        <w:t>40-105: 9.64%</w:t>
      </w:r>
    </w:p>
    <w:p w:rsidR="002A6006" w:rsidRDefault="002A6006" w:rsidP="0023084F">
      <w:r>
        <w:t>48-105: 9.67% (good fit still)</w:t>
      </w:r>
    </w:p>
    <w:p w:rsidR="0023084F" w:rsidRDefault="0023084F" w:rsidP="0023084F">
      <w:r>
        <w:t>40-70: 10.95%</w:t>
      </w:r>
    </w:p>
    <w:p w:rsidR="0023084F" w:rsidRDefault="0023084F" w:rsidP="0023084F">
      <w:r>
        <w:t>40-85: 9.31% (much worse fit)</w:t>
      </w:r>
    </w:p>
    <w:p w:rsidR="0023084F" w:rsidRDefault="0023084F" w:rsidP="0023084F">
      <w:r>
        <w:t>Peak 1: 10.97%</w:t>
      </w:r>
      <w:r w:rsidR="002A6006">
        <w:t xml:space="preserve"> (9.64%)</w:t>
      </w:r>
    </w:p>
    <w:p w:rsidR="0023084F" w:rsidRDefault="0023084F" w:rsidP="0023084F">
      <w:r>
        <w:t>Peak 2: 10.98% (9.65% the second time)</w:t>
      </w:r>
    </w:p>
    <w:p w:rsidR="0023084F" w:rsidRDefault="0023084F" w:rsidP="0023084F">
      <w:r>
        <w:t>Peak 3: 10.92%</w:t>
      </w:r>
      <w:r w:rsidR="002A6006">
        <w:t xml:space="preserve"> (10.03%)</w:t>
      </w:r>
    </w:p>
    <w:p w:rsidR="002A6006" w:rsidRDefault="0023084F" w:rsidP="0023084F">
      <w:r>
        <w:t>Peak 4: 10.87%</w:t>
      </w:r>
      <w:r w:rsidR="002A6006">
        <w:t xml:space="preserve"> (10.73%) Lattice parameters: </w:t>
      </w:r>
    </w:p>
    <w:p w:rsidR="0023084F" w:rsidRDefault="0023084F" w:rsidP="0023084F"/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00"/>
          <w:sz w:val="30"/>
          <w:szCs w:val="3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b/>
          <w:bCs/>
          <w:color w:val="000000"/>
          <w:sz w:val="30"/>
          <w:szCs w:val="3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File </w:t>
      </w:r>
      <w:proofErr w:type="gramStart"/>
      <w:r>
        <w:rPr>
          <w:rFonts w:ascii="Courier New" w:hAnsi="Courier New" w:cs="Courier New"/>
          <w:b/>
          <w:bCs/>
          <w:color w:val="000000"/>
          <w:sz w:val="30"/>
          <w:szCs w:val="30"/>
        </w:rPr>
        <w:t>1 :</w:t>
      </w:r>
      <w:proofErr w:type="gramEnd"/>
      <w:r>
        <w:rPr>
          <w:rFonts w:ascii="Courier New" w:hAnsi="Courier New" w:cs="Courier New"/>
          <w:b/>
          <w:bCs/>
          <w:color w:val="000000"/>
          <w:sz w:val="30"/>
          <w:szCs w:val="30"/>
        </w:rPr>
        <w:t xml:space="preserve"> "Z:\Lucy Fielding\Sp10c\Sp10c\Tempered 500C\500-30m.rd"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Range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Number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1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R-Values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Rexp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2.02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Rwp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: 12.48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: 9.42   GOF : 6.19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`: 2.17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Rwp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`: 13.43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Rp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`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10.22  DW  : 0.11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Quantitative Analysis - </w:t>
      </w:r>
      <w:proofErr w:type="spellStart"/>
      <w:r>
        <w:rPr>
          <w:rFonts w:ascii="Courier New" w:hAnsi="Courier New" w:cs="Courier New"/>
          <w:b/>
          <w:bCs/>
          <w:color w:val="000000"/>
        </w:rPr>
        <w:t>Rietveld</w:t>
      </w:r>
      <w:proofErr w:type="spellEnd"/>
      <w:r>
        <w:rPr>
          <w:rFonts w:ascii="Courier New" w:hAnsi="Courier New" w:cs="Courier New"/>
          <w:b/>
          <w:bCs/>
          <w:color w:val="000000"/>
        </w:rPr>
        <w:t xml:space="preserve">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1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Austenite                      9.43(42) %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2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Ferrite                        90.57(42) %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Background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One on X                                 20000(180000)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Chebychev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polynomial,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Coefficient  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200(2500)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1      0(1400)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2      90(380)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3      0(100)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4      25(30)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Instrument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Primary radius (mm)                       217.5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Secondary radius (mm)                     217.5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Receiving slit width (mm)                 0.3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Divergence angle (°)                      1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Corrections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Zero Error                                -0.0064(37)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LP Factor                                 90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Miscellaneous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Start X                                   40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Finish X                                  125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Structure 1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Austenite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3.759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Fm-3m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0.0217(11)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223.387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46.896(20)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Rietveld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9.43(42)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Crystallite Size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(nm)               40(110)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0.74(55)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Crystal Linear Absorption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Coeff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(1/cm)   2391.7(10)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7.9098(34)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Spherical Harmonics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Order                                  8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k00                                    1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k41                                    -0.350(36)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k61                                    0.071(49)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k81                                    0.084(44)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PV_MOD peak type: a + b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+ c / Cos(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FWHM a                                 0.1(79)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0.0(42)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0.1(87)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mix a                       0(17)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0(12)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0(21)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(Å)                                  3.60617(52)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Np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Occ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Fe1   4   0.00000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Fe   1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1</w:t>
      </w:r>
      <w:proofErr w:type="spellEnd"/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</w:rPr>
        <w:t xml:space="preserve">Structure 2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Phase name                                Ferrite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R-Bragg                                   2.133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Spacegroup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Im-3m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Scale                                     0.8243(57)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Mass                                 111.693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Cell Volume (Å^3)                         23.7148(46)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Wt% -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Rietveld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90.57(42)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Crystallite Size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Cry Size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(nm)               85(62)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Strain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Strain G                               0.721(26)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Crystal Linear Absorption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Coeff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.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(1/cm)   2364.84(46)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Crystal Density (g/cm^3)                  7.8209(15)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Preferred Orientation Spherical Harmonics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Order                                  8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k00                                    1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k41                                    0.144(33)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k61                                    -0.289(23)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k81                                    -0.223(25)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PV_MOD peak type: a + b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Tan(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+ c / Cos(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FWHM a                                 0.00(40)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0.38(38)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0.00(51)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Lorentzian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mix a                       0(340000)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2(180000)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0(380000)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Lattice parameters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u w:val="single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(Å)                                  2.87303(19)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  <w:u w:val="single"/>
        </w:rPr>
      </w:pP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Site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Np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x           y           z         Atom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Occ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u w:val="single"/>
        </w:rPr>
        <w:t>Beq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u w:val="single"/>
        </w:rPr>
        <w:t xml:space="preserve"> </w:t>
      </w:r>
    </w:p>
    <w:p w:rsidR="0023084F" w:rsidRDefault="0023084F" w:rsidP="0023084F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Fe1   2   0.00000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0.00000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    Fe   1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1</w:t>
      </w:r>
      <w:proofErr w:type="spellEnd"/>
    </w:p>
    <w:p w:rsidR="0023084F" w:rsidRDefault="0023084F"/>
    <w:p w:rsidR="0023084F" w:rsidRDefault="0023084F"/>
    <w:p w:rsidR="0023084F" w:rsidRDefault="0023084F"/>
    <w:sectPr w:rsidR="0023084F" w:rsidSect="0069046B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oNotTrackMoves/>
  <w:defaultTabStop w:val="720"/>
  <w:noPunctuationKerning/>
  <w:characterSpacingControl w:val="doNotCompress"/>
  <w:compat/>
  <w:rsids>
    <w:rsidRoot w:val="0023084F"/>
    <w:rsid w:val="001B221A"/>
    <w:rsid w:val="0023084F"/>
    <w:rsid w:val="00272138"/>
    <w:rsid w:val="002A6006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2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opas3\top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\Topas3\topas.dot</Template>
  <TotalTime>6</TotalTime>
  <Pages>3</Pages>
  <Words>643</Words>
  <Characters>3670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of Cambridge</dc:creator>
  <cp:keywords/>
  <dc:description/>
  <cp:lastModifiedBy>Lucy</cp:lastModifiedBy>
  <cp:revision>3</cp:revision>
  <dcterms:created xsi:type="dcterms:W3CDTF">2013-03-21T09:06:00Z</dcterms:created>
  <dcterms:modified xsi:type="dcterms:W3CDTF">2013-03-21T10:15:00Z</dcterms:modified>
</cp:coreProperties>
</file>